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F3F8" w14:textId="1C29A13B" w:rsidR="008B5AC0" w:rsidRDefault="004D7B20" w:rsidP="008B5AC0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C627B04" wp14:editId="5C6276B4">
                <wp:simplePos x="0" y="0"/>
                <wp:positionH relativeFrom="margin">
                  <wp:posOffset>3448050</wp:posOffset>
                </wp:positionH>
                <wp:positionV relativeFrom="page">
                  <wp:posOffset>6924675</wp:posOffset>
                </wp:positionV>
                <wp:extent cx="2895600" cy="457200"/>
                <wp:effectExtent l="0" t="0" r="0" b="0"/>
                <wp:wrapSquare wrapText="bothSides"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F81D36" w14:textId="1988DE26" w:rsidR="00830DCC" w:rsidRPr="00E452AB" w:rsidRDefault="00830DCC" w:rsidP="0070558E">
                            <w:pPr>
                              <w:widowControl w:val="0"/>
                              <w:spacing w:line="276" w:lineRule="auto"/>
                              <w:jc w:val="center"/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</w:pPr>
                            <w:r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>10220 Bode Street</w:t>
                            </w:r>
                            <w:r w:rsidR="0070558E"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 xml:space="preserve">, </w:t>
                            </w:r>
                            <w:r w:rsidR="00B016F1"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>Suite C</w:t>
                            </w:r>
                            <w:r w:rsidR="0070558E"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>Planfield</w:t>
                            </w:r>
                            <w:proofErr w:type="spellEnd"/>
                            <w:r w:rsidRPr="00E452AB">
                              <w:rPr>
                                <w:rFonts w:ascii="Century Gothic" w:hAnsi="Century Gothic" w:cs="Arial"/>
                                <w:color w:val="FFFFFF" w:themeColor="background1"/>
                                <w:w w:val="90"/>
                                <w:lang w:val="en"/>
                              </w:rPr>
                              <w:t>, IL 60585</w:t>
                            </w:r>
                          </w:p>
                          <w:p w14:paraId="72A4E967" w14:textId="36DE99B5" w:rsidR="00BF7EA0" w:rsidRPr="00E452AB" w:rsidRDefault="00830DCC" w:rsidP="0070558E">
                            <w:pPr>
                              <w:widowControl w:val="0"/>
                              <w:spacing w:line="276" w:lineRule="auto"/>
                              <w:jc w:val="center"/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E452AB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312-650-9155</w:t>
                            </w:r>
                            <w:r w:rsidR="0070558E" w:rsidRPr="00E452AB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 xml:space="preserve">   |   </w:t>
                            </w:r>
                            <w:r w:rsidR="00BF7EA0" w:rsidRPr="00E452AB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www.</w:t>
                            </w:r>
                            <w:r w:rsidRPr="00E452AB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4"/>
                                <w:szCs w:val="24"/>
                                <w:lang w:val="en"/>
                              </w:rPr>
                              <w:t>crossroof.com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27B04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71.5pt;margin-top:545.25pt;width:228pt;height:36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" filled="f" fillcolor="#fffffe" stroked="f" strokecolor="#212120" insetpen="t">
                <v:textbox inset="2.88pt,2.88pt,2.88pt,2.88pt">
                  <w:txbxContent>
                    <w:p w14:paraId="36F81D36" w14:textId="1988DE26" w:rsidR="00830DCC" w:rsidRPr="00E452AB" w:rsidRDefault="00830DCC" w:rsidP="0070558E">
                      <w:pPr>
                        <w:widowControl w:val="0"/>
                        <w:spacing w:line="276" w:lineRule="auto"/>
                        <w:jc w:val="center"/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</w:pPr>
                      <w:r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>10220 Bode Street</w:t>
                      </w:r>
                      <w:r w:rsidR="0070558E"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 xml:space="preserve">, </w:t>
                      </w:r>
                      <w:r w:rsidR="00B016F1"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>Suite C</w:t>
                      </w:r>
                      <w:r w:rsidR="0070558E"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 xml:space="preserve"> </w:t>
                      </w:r>
                      <w:proofErr w:type="spellStart"/>
                      <w:r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>Planfield</w:t>
                      </w:r>
                      <w:proofErr w:type="spellEnd"/>
                      <w:r w:rsidRPr="00E452AB">
                        <w:rPr>
                          <w:rFonts w:ascii="Century Gothic" w:hAnsi="Century Gothic" w:cs="Arial"/>
                          <w:color w:val="FFFFFF" w:themeColor="background1"/>
                          <w:w w:val="90"/>
                          <w:lang w:val="en"/>
                        </w:rPr>
                        <w:t>, IL 60585</w:t>
                      </w:r>
                    </w:p>
                    <w:p w14:paraId="72A4E967" w14:textId="36DE99B5" w:rsidR="00BF7EA0" w:rsidRPr="00E452AB" w:rsidRDefault="00830DCC" w:rsidP="0070558E">
                      <w:pPr>
                        <w:widowControl w:val="0"/>
                        <w:spacing w:line="276" w:lineRule="auto"/>
                        <w:jc w:val="center"/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4"/>
                          <w:szCs w:val="24"/>
                          <w:lang w:val="en"/>
                        </w:rPr>
                      </w:pPr>
                      <w:r w:rsidRPr="00E452AB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4"/>
                          <w:szCs w:val="24"/>
                          <w:lang w:val="en"/>
                        </w:rPr>
                        <w:t>312-650-9155</w:t>
                      </w:r>
                      <w:r w:rsidR="0070558E" w:rsidRPr="00E452AB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4"/>
                          <w:szCs w:val="24"/>
                          <w:lang w:val="en"/>
                        </w:rPr>
                        <w:t xml:space="preserve">   |   </w:t>
                      </w:r>
                      <w:r w:rsidR="00BF7EA0" w:rsidRPr="00E452AB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4"/>
                          <w:szCs w:val="24"/>
                          <w:lang w:val="en"/>
                        </w:rPr>
                        <w:t>www.</w:t>
                      </w:r>
                      <w:r w:rsidRPr="00E452AB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4"/>
                          <w:szCs w:val="24"/>
                          <w:lang w:val="en"/>
                        </w:rPr>
                        <w:t>crossroof.com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3024" behindDoc="1" locked="0" layoutInCell="1" allowOverlap="1" wp14:anchorId="4EFD6590" wp14:editId="323AE8C8">
            <wp:simplePos x="0" y="0"/>
            <wp:positionH relativeFrom="page">
              <wp:align>right</wp:align>
            </wp:positionH>
            <wp:positionV relativeFrom="paragraph">
              <wp:posOffset>5676900</wp:posOffset>
            </wp:positionV>
            <wp:extent cx="10058400" cy="16186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5840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880" behindDoc="1" locked="0" layoutInCell="1" allowOverlap="1" wp14:anchorId="24F3E869" wp14:editId="68C2833A">
                <wp:simplePos x="0" y="0"/>
                <wp:positionH relativeFrom="margin">
                  <wp:posOffset>3848100</wp:posOffset>
                </wp:positionH>
                <wp:positionV relativeFrom="margin">
                  <wp:posOffset>3133725</wp:posOffset>
                </wp:positionV>
                <wp:extent cx="2486025" cy="2562225"/>
                <wp:effectExtent l="0" t="0" r="9525" b="9525"/>
                <wp:wrapNone/>
                <wp:docPr id="1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612E113" w14:textId="77777777" w:rsidR="0070558E" w:rsidRPr="008207B9" w:rsidRDefault="0070558E" w:rsidP="00474311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 w:rsidRPr="008207B9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  <w:t>World Vision International</w:t>
                            </w:r>
                          </w:p>
                          <w:p w14:paraId="2D51859F" w14:textId="77777777" w:rsidR="0070558E" w:rsidRPr="0070558E" w:rsidRDefault="0070558E" w:rsidP="00474311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Clean Water Efforts</w:t>
                            </w:r>
                          </w:p>
                          <w:p w14:paraId="1C78E5AF" w14:textId="77777777" w:rsidR="0070558E" w:rsidRDefault="0070558E" w:rsidP="00474311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 xml:space="preserve">Bring clean water wells, sanitation, </w:t>
                            </w:r>
                          </w:p>
                          <w:p w14:paraId="2B7FF7EF" w14:textId="203948A2" w:rsidR="0070558E" w:rsidRPr="0070558E" w:rsidRDefault="0070558E" w:rsidP="00474311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 xml:space="preserve">&amp; </w:t>
                            </w:r>
                            <w:proofErr w:type="gramStart"/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>hygiene</w:t>
                            </w:r>
                            <w:proofErr w:type="gramEnd"/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 xml:space="preserve"> to communities</w:t>
                            </w:r>
                            <w:r w:rsidR="002D2F32">
                              <w:rPr>
                                <w:rFonts w:ascii="proxima-nova" w:hAnsi="proxima-nova"/>
                                <w:color w:val="000000"/>
                              </w:rPr>
                              <w:t xml:space="preserve"> in need.</w:t>
                            </w:r>
                          </w:p>
                          <w:p w14:paraId="67575720" w14:textId="77777777" w:rsidR="0070558E" w:rsidRPr="0070558E" w:rsidRDefault="0070558E" w:rsidP="00474311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</w:p>
                          <w:p w14:paraId="42F2A9A9" w14:textId="77777777" w:rsidR="004D7B20" w:rsidRPr="008207B9" w:rsidRDefault="004D7B20" w:rsidP="004D7B20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  <w:t>Christian Life Center</w:t>
                            </w:r>
                          </w:p>
                          <w:p w14:paraId="7263960D" w14:textId="77777777" w:rsidR="004D7B20" w:rsidRPr="0070558E" w:rsidRDefault="004D7B20" w:rsidP="004D7B20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Local and World Missionaries</w:t>
                            </w:r>
                          </w:p>
                          <w:p w14:paraId="718072DF" w14:textId="67C3C27B" w:rsidR="004D7B20" w:rsidRDefault="004D7B20" w:rsidP="004D7B20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</w:rPr>
                              <w:t>Rebuild and restore, food shortage aid and Christian outreach.</w:t>
                            </w:r>
                          </w:p>
                          <w:p w14:paraId="5C08D10F" w14:textId="77777777" w:rsidR="004D7B20" w:rsidRPr="0070558E" w:rsidRDefault="004D7B20" w:rsidP="004D7B20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</w:p>
                          <w:p w14:paraId="1CB65585" w14:textId="77777777" w:rsidR="0070558E" w:rsidRPr="008207B9" w:rsidRDefault="0070558E" w:rsidP="00474311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 w:rsidRPr="008207B9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24"/>
                                <w:szCs w:val="24"/>
                              </w:rPr>
                              <w:t>Shared Hope International</w:t>
                            </w:r>
                          </w:p>
                          <w:p w14:paraId="19FBA290" w14:textId="77777777" w:rsidR="0070558E" w:rsidRPr="0070558E" w:rsidRDefault="0070558E" w:rsidP="00474311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End Child Sex Trafficking</w:t>
                            </w:r>
                          </w:p>
                          <w:p w14:paraId="3ACE873F" w14:textId="77777777" w:rsidR="0070558E" w:rsidRDefault="0070558E" w:rsidP="00474311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 xml:space="preserve">Bring an end to sex trafficking through </w:t>
                            </w:r>
                          </w:p>
                          <w:p w14:paraId="26E194F3" w14:textId="4B20C356" w:rsidR="0070558E" w:rsidRPr="004D7B20" w:rsidRDefault="0070558E" w:rsidP="004D7B20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</w:rPr>
                              <w:t>prevention, restoration, and justice.</w:t>
                            </w:r>
                          </w:p>
                          <w:p w14:paraId="371BFDDA" w14:textId="77777777" w:rsidR="0070558E" w:rsidRDefault="0070558E" w:rsidP="00474311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3E869" id="Text Box 38" o:spid="_x0000_s1027" type="#_x0000_t202" style="position:absolute;margin-left:303pt;margin-top:246.75pt;width:195.75pt;height:201.75pt;z-index:-25160960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" filled="f" fillcolor="#fffffe" stroked="f" strokecolor="#212120" insetpen="t">
                <v:textbox inset="2.88pt,2.88pt,2.88pt,2.88pt">
                  <w:txbxContent>
                    <w:p w14:paraId="5612E113" w14:textId="77777777" w:rsidR="0070558E" w:rsidRPr="008207B9" w:rsidRDefault="0070558E" w:rsidP="00474311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</w:pPr>
                      <w:r w:rsidRPr="008207B9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  <w:t>World Vision International</w:t>
                      </w:r>
                    </w:p>
                    <w:p w14:paraId="2D51859F" w14:textId="77777777" w:rsidR="0070558E" w:rsidRPr="0070558E" w:rsidRDefault="0070558E" w:rsidP="00474311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70558E">
                        <w:rPr>
                          <w:rFonts w:ascii="proxima-nova" w:hAnsi="proxima-nova"/>
                          <w:b/>
                          <w:bCs/>
                          <w:color w:val="000000"/>
                          <w:sz w:val="22"/>
                          <w:szCs w:val="22"/>
                        </w:rPr>
                        <w:t>Clean Water Efforts</w:t>
                      </w:r>
                    </w:p>
                    <w:p w14:paraId="1C78E5AF" w14:textId="77777777" w:rsidR="0070558E" w:rsidRDefault="0070558E" w:rsidP="00474311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 xml:space="preserve">Bring clean water wells, sanitation, </w:t>
                      </w:r>
                    </w:p>
                    <w:p w14:paraId="2B7FF7EF" w14:textId="203948A2" w:rsidR="0070558E" w:rsidRPr="0070558E" w:rsidRDefault="0070558E" w:rsidP="00474311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 xml:space="preserve">&amp; </w:t>
                      </w:r>
                      <w:proofErr w:type="gramStart"/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>hygiene</w:t>
                      </w:r>
                      <w:proofErr w:type="gramEnd"/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 xml:space="preserve"> to communities</w:t>
                      </w:r>
                      <w:r w:rsidR="002D2F32">
                        <w:rPr>
                          <w:rFonts w:ascii="proxima-nova" w:hAnsi="proxima-nova"/>
                          <w:color w:val="000000"/>
                        </w:rPr>
                        <w:t xml:space="preserve"> in need.</w:t>
                      </w:r>
                    </w:p>
                    <w:p w14:paraId="67575720" w14:textId="77777777" w:rsidR="0070558E" w:rsidRPr="0070558E" w:rsidRDefault="0070558E" w:rsidP="00474311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</w:p>
                    <w:p w14:paraId="42F2A9A9" w14:textId="77777777" w:rsidR="004D7B20" w:rsidRPr="008207B9" w:rsidRDefault="004D7B20" w:rsidP="004D7B20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</w:pPr>
                      <w:r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  <w:t>Christian Life Center</w:t>
                      </w:r>
                    </w:p>
                    <w:p w14:paraId="7263960D" w14:textId="77777777" w:rsidR="004D7B20" w:rsidRPr="0070558E" w:rsidRDefault="004D7B20" w:rsidP="004D7B20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proxima-nova" w:hAnsi="proxima-nova"/>
                          <w:b/>
                          <w:bCs/>
                          <w:color w:val="000000"/>
                          <w:sz w:val="22"/>
                          <w:szCs w:val="22"/>
                        </w:rPr>
                        <w:t>Local and World Missionaries</w:t>
                      </w:r>
                    </w:p>
                    <w:p w14:paraId="718072DF" w14:textId="67C3C27B" w:rsidR="004D7B20" w:rsidRDefault="004D7B20" w:rsidP="004D7B20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</w:rPr>
                        <w:t>Rebuild and restore, food shortage aid and Christian outreach.</w:t>
                      </w:r>
                    </w:p>
                    <w:p w14:paraId="5C08D10F" w14:textId="77777777" w:rsidR="004D7B20" w:rsidRPr="0070558E" w:rsidRDefault="004D7B20" w:rsidP="004D7B20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</w:p>
                    <w:p w14:paraId="1CB65585" w14:textId="77777777" w:rsidR="0070558E" w:rsidRPr="008207B9" w:rsidRDefault="0070558E" w:rsidP="00474311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</w:pPr>
                      <w:r w:rsidRPr="008207B9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24"/>
                          <w:szCs w:val="24"/>
                        </w:rPr>
                        <w:t>Shared Hope International</w:t>
                      </w:r>
                    </w:p>
                    <w:p w14:paraId="19FBA290" w14:textId="77777777" w:rsidR="0070558E" w:rsidRPr="0070558E" w:rsidRDefault="0070558E" w:rsidP="00474311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70558E">
                        <w:rPr>
                          <w:rFonts w:ascii="proxima-nova" w:hAnsi="proxima-nova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End Child Sex Trafficking</w:t>
                      </w:r>
                    </w:p>
                    <w:p w14:paraId="3ACE873F" w14:textId="77777777" w:rsidR="0070558E" w:rsidRDefault="0070558E" w:rsidP="00474311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 xml:space="preserve">Bring an end to sex trafficking through </w:t>
                      </w:r>
                    </w:p>
                    <w:p w14:paraId="26E194F3" w14:textId="4B20C356" w:rsidR="0070558E" w:rsidRPr="004D7B20" w:rsidRDefault="0070558E" w:rsidP="004D7B20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</w:rPr>
                        <w:t>prevention, restoration, and justice.</w:t>
                      </w:r>
                    </w:p>
                    <w:p w14:paraId="371BFDDA" w14:textId="77777777" w:rsidR="0070558E" w:rsidRDefault="0070558E" w:rsidP="00474311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904" behindDoc="0" locked="0" layoutInCell="1" allowOverlap="1" wp14:anchorId="15EF680A" wp14:editId="1A0263FC">
            <wp:simplePos x="0" y="0"/>
            <wp:positionH relativeFrom="column">
              <wp:posOffset>3504565</wp:posOffset>
            </wp:positionH>
            <wp:positionV relativeFrom="paragraph">
              <wp:posOffset>3343275</wp:posOffset>
            </wp:positionV>
            <wp:extent cx="342900" cy="398780"/>
            <wp:effectExtent l="0" t="0" r="0" b="12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6A2058B4" wp14:editId="671B3663">
            <wp:simplePos x="0" y="0"/>
            <wp:positionH relativeFrom="column">
              <wp:posOffset>3504565</wp:posOffset>
            </wp:positionH>
            <wp:positionV relativeFrom="paragraph">
              <wp:posOffset>5172075</wp:posOffset>
            </wp:positionV>
            <wp:extent cx="342900" cy="398780"/>
            <wp:effectExtent l="0" t="0" r="0" b="12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6F37BCA5" wp14:editId="270F2BA1">
            <wp:simplePos x="0" y="0"/>
            <wp:positionH relativeFrom="column">
              <wp:posOffset>3504565</wp:posOffset>
            </wp:positionH>
            <wp:positionV relativeFrom="paragraph">
              <wp:posOffset>4238625</wp:posOffset>
            </wp:positionV>
            <wp:extent cx="342900" cy="398780"/>
            <wp:effectExtent l="0" t="0" r="0" b="12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784" behindDoc="0" locked="0" layoutInCell="1" allowOverlap="1" wp14:anchorId="7E8A6611" wp14:editId="67BE8879">
                <wp:simplePos x="0" y="0"/>
                <wp:positionH relativeFrom="margin">
                  <wp:align>center</wp:align>
                </wp:positionH>
                <wp:positionV relativeFrom="margin">
                  <wp:posOffset>1000125</wp:posOffset>
                </wp:positionV>
                <wp:extent cx="2228850" cy="2238375"/>
                <wp:effectExtent l="0" t="0" r="0" b="9525"/>
                <wp:wrapNone/>
                <wp:docPr id="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238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22D875" w14:textId="5371C90E" w:rsidR="00474311" w:rsidRDefault="00346F5F" w:rsidP="00346F5F">
                            <w:pPr>
                              <w:shd w:val="clear" w:color="auto" w:fill="FFFFFF"/>
                              <w:jc w:val="center"/>
                              <w:outlineLvl w:val="2"/>
                              <w:rPr>
                                <w:rFonts w:ascii="proxima-nova" w:eastAsia="STXingkai" w:hAnsi="proxima-nova" w:hint="eastAsi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</w:pPr>
                            <w:r w:rsidRPr="00346F5F">
                              <w:rPr>
                                <w:rFonts w:ascii="proxima-nova" w:eastAsia="STXingkai" w:hAnsi="proxima-nova"/>
                                <w:b/>
                                <w:bCs/>
                                <w:color w:val="000000"/>
                                <w:kern w:val="0"/>
                                <w:sz w:val="32"/>
                                <w:szCs w:val="32"/>
                              </w:rPr>
                              <w:t>10%</w:t>
                            </w:r>
                            <w:r w:rsidRPr="00346F5F">
                              <w:rPr>
                                <w:rFonts w:ascii="proxima-nova" w:eastAsia="STXingkai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  <w:t xml:space="preserve"> of all Cross Commercial proceeds support our mission to restore hope and inspire change into the lives of those who we are all connected</w:t>
                            </w:r>
                            <w:r w:rsidR="00474311">
                              <w:rPr>
                                <w:rFonts w:ascii="proxima-nova" w:eastAsia="STXingkai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14:paraId="4F3B08A2" w14:textId="77777777" w:rsidR="00474311" w:rsidRDefault="00474311" w:rsidP="00346F5F">
                            <w:pPr>
                              <w:shd w:val="clear" w:color="auto" w:fill="FFFFFF"/>
                              <w:jc w:val="center"/>
                              <w:outlineLvl w:val="2"/>
                              <w:rPr>
                                <w:rFonts w:ascii="proxima-nova" w:eastAsia="STXingkai" w:hAnsi="proxima-nova" w:hint="eastAsi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</w:pPr>
                          </w:p>
                          <w:p w14:paraId="0D475942" w14:textId="77777777" w:rsidR="00474311" w:rsidRDefault="00474311" w:rsidP="00474311">
                            <w:pPr>
                              <w:shd w:val="clear" w:color="auto" w:fill="FFFFFF"/>
                              <w:jc w:val="center"/>
                              <w:outlineLvl w:val="2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  <w:t xml:space="preserve">Sign with Cross Commercial </w:t>
                            </w:r>
                          </w:p>
                          <w:p w14:paraId="0537E3C4" w14:textId="77777777" w:rsidR="00474311" w:rsidRPr="00346F5F" w:rsidRDefault="00474311" w:rsidP="00474311">
                            <w:pPr>
                              <w:shd w:val="clear" w:color="auto" w:fill="FFFFFF"/>
                              <w:jc w:val="center"/>
                              <w:outlineLvl w:val="2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</w:pPr>
                            <w:r w:rsidRPr="0070558E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  <w:t>and select one of our sponsored charities:</w:t>
                            </w:r>
                          </w:p>
                          <w:p w14:paraId="5C46C8B0" w14:textId="228DF748" w:rsidR="00346F5F" w:rsidRDefault="00346F5F" w:rsidP="00474311">
                            <w:pPr>
                              <w:shd w:val="clear" w:color="auto" w:fill="FFFFFF"/>
                              <w:outlineLvl w:val="2"/>
                              <w:rPr>
                                <w:rFonts w:ascii="ltc-bodoni-175" w:hAnsi="ltc-bodoni-175"/>
                                <w:color w:val="000000"/>
                                <w:kern w:val="0"/>
                                <w:sz w:val="27"/>
                                <w:szCs w:val="27"/>
                              </w:rPr>
                            </w:pPr>
                          </w:p>
                          <w:p w14:paraId="36773228" w14:textId="77777777" w:rsidR="00346F5F" w:rsidRDefault="00346F5F" w:rsidP="00346F5F">
                            <w:pPr>
                              <w:shd w:val="clear" w:color="auto" w:fill="FFFFFF"/>
                              <w:rPr>
                                <w:rFonts w:ascii="proxima-nova" w:hAnsi="proxima-nova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6611" id="_x0000_s1028" type="#_x0000_t202" style="position:absolute;margin-left:0;margin-top:78.75pt;width:175.5pt;height:176.25pt;z-index:251702784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" filled="f" fillcolor="#fffffe" stroked="f" strokecolor="#212120" insetpen="t">
                <v:textbox inset="2.88pt,2.88pt,2.88pt,2.88pt">
                  <w:txbxContent>
                    <w:p w14:paraId="6E22D875" w14:textId="5371C90E" w:rsidR="00474311" w:rsidRDefault="00346F5F" w:rsidP="00346F5F">
                      <w:pPr>
                        <w:shd w:val="clear" w:color="auto" w:fill="FFFFFF"/>
                        <w:jc w:val="center"/>
                        <w:outlineLvl w:val="2"/>
                        <w:rPr>
                          <w:rFonts w:ascii="proxima-nova" w:eastAsia="STXingkai" w:hAnsi="proxima-nova" w:hint="eastAsia"/>
                          <w:color w:val="000000"/>
                          <w:kern w:val="0"/>
                          <w:sz w:val="27"/>
                          <w:szCs w:val="27"/>
                        </w:rPr>
                      </w:pPr>
                      <w:r w:rsidRPr="00346F5F">
                        <w:rPr>
                          <w:rFonts w:ascii="proxima-nova" w:eastAsia="STXingkai" w:hAnsi="proxima-nova"/>
                          <w:b/>
                          <w:bCs/>
                          <w:color w:val="000000"/>
                          <w:kern w:val="0"/>
                          <w:sz w:val="32"/>
                          <w:szCs w:val="32"/>
                        </w:rPr>
                        <w:t>10%</w:t>
                      </w:r>
                      <w:r w:rsidRPr="00346F5F">
                        <w:rPr>
                          <w:rFonts w:ascii="proxima-nova" w:eastAsia="STXingkai" w:hAnsi="proxima-nova"/>
                          <w:color w:val="000000"/>
                          <w:kern w:val="0"/>
                          <w:sz w:val="27"/>
                          <w:szCs w:val="27"/>
                        </w:rPr>
                        <w:t xml:space="preserve"> of all Cross Commercial proceeds support our mission to restore hope and inspire change into the lives of those who we are all connected</w:t>
                      </w:r>
                      <w:r w:rsidR="00474311">
                        <w:rPr>
                          <w:rFonts w:ascii="proxima-nova" w:eastAsia="STXingkai" w:hAnsi="proxima-nova"/>
                          <w:color w:val="000000"/>
                          <w:kern w:val="0"/>
                          <w:sz w:val="27"/>
                          <w:szCs w:val="27"/>
                        </w:rPr>
                        <w:t>.</w:t>
                      </w:r>
                    </w:p>
                    <w:p w14:paraId="4F3B08A2" w14:textId="77777777" w:rsidR="00474311" w:rsidRDefault="00474311" w:rsidP="00346F5F">
                      <w:pPr>
                        <w:shd w:val="clear" w:color="auto" w:fill="FFFFFF"/>
                        <w:jc w:val="center"/>
                        <w:outlineLvl w:val="2"/>
                        <w:rPr>
                          <w:rFonts w:ascii="proxima-nova" w:eastAsia="STXingkai" w:hAnsi="proxima-nova" w:hint="eastAsia"/>
                          <w:color w:val="000000"/>
                          <w:kern w:val="0"/>
                          <w:sz w:val="27"/>
                          <w:szCs w:val="27"/>
                        </w:rPr>
                      </w:pPr>
                    </w:p>
                    <w:p w14:paraId="0D475942" w14:textId="77777777" w:rsidR="00474311" w:rsidRDefault="00474311" w:rsidP="00474311">
                      <w:pPr>
                        <w:shd w:val="clear" w:color="auto" w:fill="FFFFFF"/>
                        <w:jc w:val="center"/>
                        <w:outlineLvl w:val="2"/>
                        <w:rPr>
                          <w:rFonts w:ascii="proxima-nova" w:hAnsi="proxima-nova"/>
                          <w:color w:val="000000"/>
                          <w:kern w:val="0"/>
                          <w:sz w:val="27"/>
                          <w:szCs w:val="27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  <w:kern w:val="0"/>
                          <w:sz w:val="27"/>
                          <w:szCs w:val="27"/>
                        </w:rPr>
                        <w:t xml:space="preserve">Sign with Cross Commercial </w:t>
                      </w:r>
                    </w:p>
                    <w:p w14:paraId="0537E3C4" w14:textId="77777777" w:rsidR="00474311" w:rsidRPr="00346F5F" w:rsidRDefault="00474311" w:rsidP="00474311">
                      <w:pPr>
                        <w:shd w:val="clear" w:color="auto" w:fill="FFFFFF"/>
                        <w:jc w:val="center"/>
                        <w:outlineLvl w:val="2"/>
                        <w:rPr>
                          <w:rFonts w:ascii="proxima-nova" w:hAnsi="proxima-nova"/>
                          <w:color w:val="000000"/>
                          <w:kern w:val="0"/>
                          <w:sz w:val="27"/>
                          <w:szCs w:val="27"/>
                        </w:rPr>
                      </w:pPr>
                      <w:r w:rsidRPr="0070558E">
                        <w:rPr>
                          <w:rFonts w:ascii="proxima-nova" w:hAnsi="proxima-nova"/>
                          <w:color w:val="000000"/>
                          <w:kern w:val="0"/>
                          <w:sz w:val="27"/>
                          <w:szCs w:val="27"/>
                        </w:rPr>
                        <w:t>and select one of our sponsored charities:</w:t>
                      </w:r>
                    </w:p>
                    <w:p w14:paraId="5C46C8B0" w14:textId="228DF748" w:rsidR="00346F5F" w:rsidRDefault="00346F5F" w:rsidP="00474311">
                      <w:pPr>
                        <w:shd w:val="clear" w:color="auto" w:fill="FFFFFF"/>
                        <w:outlineLvl w:val="2"/>
                        <w:rPr>
                          <w:rFonts w:ascii="ltc-bodoni-175" w:hAnsi="ltc-bodoni-175"/>
                          <w:color w:val="000000"/>
                          <w:kern w:val="0"/>
                          <w:sz w:val="27"/>
                          <w:szCs w:val="27"/>
                        </w:rPr>
                      </w:pPr>
                    </w:p>
                    <w:p w14:paraId="36773228" w14:textId="77777777" w:rsidR="00346F5F" w:rsidRDefault="00346F5F" w:rsidP="00346F5F">
                      <w:pPr>
                        <w:shd w:val="clear" w:color="auto" w:fill="FFFFFF"/>
                        <w:rPr>
                          <w:rFonts w:ascii="proxima-nova" w:hAnsi="proxima-nova"/>
                          <w:color w:val="000000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4832" behindDoc="0" locked="0" layoutInCell="1" allowOverlap="1" wp14:anchorId="0BC6DE27" wp14:editId="15090DCF">
                <wp:simplePos x="0" y="0"/>
                <wp:positionH relativeFrom="margin">
                  <wp:posOffset>3285490</wp:posOffset>
                </wp:positionH>
                <wp:positionV relativeFrom="margin">
                  <wp:posOffset>57150</wp:posOffset>
                </wp:positionV>
                <wp:extent cx="2905125" cy="1104900"/>
                <wp:effectExtent l="0" t="0" r="9525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6B0E307" w14:textId="738B519C" w:rsidR="00346F5F" w:rsidRPr="00346F5F" w:rsidRDefault="00346F5F" w:rsidP="00346F5F">
                            <w:pPr>
                              <w:widowControl w:val="0"/>
                              <w:spacing w:line="276" w:lineRule="auto"/>
                              <w:jc w:val="center"/>
                              <w:rPr>
                                <w:rFonts w:ascii="Century Gothic" w:hAnsi="Century Gothic" w:cs="Arial"/>
                                <w:color w:val="auto"/>
                                <w:w w:val="90"/>
                                <w:sz w:val="52"/>
                                <w:szCs w:val="52"/>
                                <w:lang w:val="en"/>
                              </w:rPr>
                            </w:pPr>
                            <w:r w:rsidRPr="00346F5F">
                              <w:rPr>
                                <w:rFonts w:ascii="Century Gothic" w:hAnsi="Century Gothic" w:cs="Arial"/>
                                <w:color w:val="auto"/>
                                <w:w w:val="90"/>
                                <w:sz w:val="52"/>
                                <w:szCs w:val="52"/>
                                <w:lang w:val="en"/>
                              </w:rPr>
                              <w:t xml:space="preserve">FAITH </w:t>
                            </w:r>
                            <w:proofErr w:type="gramStart"/>
                            <w:r w:rsidRPr="00346F5F">
                              <w:rPr>
                                <w:rFonts w:ascii="Century Gothic" w:hAnsi="Century Gothic" w:cs="Arial"/>
                                <w:color w:val="auto"/>
                                <w:w w:val="90"/>
                                <w:sz w:val="52"/>
                                <w:szCs w:val="52"/>
                                <w:lang w:val="en"/>
                              </w:rPr>
                              <w:t>BASED,</w:t>
                            </w:r>
                            <w:proofErr w:type="gramEnd"/>
                            <w:r w:rsidRPr="00346F5F">
                              <w:rPr>
                                <w:rFonts w:ascii="Century Gothic" w:hAnsi="Century Gothic" w:cs="Arial"/>
                                <w:color w:val="auto"/>
                                <w:w w:val="90"/>
                                <w:sz w:val="52"/>
                                <w:szCs w:val="52"/>
                                <w:lang w:val="en"/>
                              </w:rPr>
                              <w:t xml:space="preserve"> MISSION MINDED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6DE27" id="_x0000_s1029" type="#_x0000_t202" style="position:absolute;margin-left:258.7pt;margin-top:4.5pt;width:228.75pt;height:87pt;z-index:2517048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" filled="f" fillcolor="#fffffe" stroked="f" strokecolor="#212120" insetpen="t">
                <v:textbox inset="2.88pt,2.88pt,2.88pt,2.88pt">
                  <w:txbxContent>
                    <w:p w14:paraId="16B0E307" w14:textId="738B519C" w:rsidR="00346F5F" w:rsidRPr="00346F5F" w:rsidRDefault="00346F5F" w:rsidP="00346F5F">
                      <w:pPr>
                        <w:widowControl w:val="0"/>
                        <w:spacing w:line="276" w:lineRule="auto"/>
                        <w:jc w:val="center"/>
                        <w:rPr>
                          <w:rFonts w:ascii="Century Gothic" w:hAnsi="Century Gothic" w:cs="Arial"/>
                          <w:color w:val="auto"/>
                          <w:w w:val="90"/>
                          <w:sz w:val="52"/>
                          <w:szCs w:val="52"/>
                          <w:lang w:val="en"/>
                        </w:rPr>
                      </w:pPr>
                      <w:r w:rsidRPr="00346F5F">
                        <w:rPr>
                          <w:rFonts w:ascii="Century Gothic" w:hAnsi="Century Gothic" w:cs="Arial"/>
                          <w:color w:val="auto"/>
                          <w:w w:val="90"/>
                          <w:sz w:val="52"/>
                          <w:szCs w:val="52"/>
                          <w:lang w:val="en"/>
                        </w:rPr>
                        <w:t xml:space="preserve">FAITH </w:t>
                      </w:r>
                      <w:proofErr w:type="gramStart"/>
                      <w:r w:rsidRPr="00346F5F">
                        <w:rPr>
                          <w:rFonts w:ascii="Century Gothic" w:hAnsi="Century Gothic" w:cs="Arial"/>
                          <w:color w:val="auto"/>
                          <w:w w:val="90"/>
                          <w:sz w:val="52"/>
                          <w:szCs w:val="52"/>
                          <w:lang w:val="en"/>
                        </w:rPr>
                        <w:t>BASED,</w:t>
                      </w:r>
                      <w:proofErr w:type="gramEnd"/>
                      <w:r w:rsidRPr="00346F5F">
                        <w:rPr>
                          <w:rFonts w:ascii="Century Gothic" w:hAnsi="Century Gothic" w:cs="Arial"/>
                          <w:color w:val="auto"/>
                          <w:w w:val="90"/>
                          <w:sz w:val="52"/>
                          <w:szCs w:val="52"/>
                          <w:lang w:val="en"/>
                        </w:rPr>
                        <w:t xml:space="preserve"> MISSION MINDED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35DC6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896" behindDoc="0" locked="0" layoutInCell="1" allowOverlap="1" wp14:anchorId="190E37FC" wp14:editId="380C96C2">
                <wp:simplePos x="0" y="0"/>
                <wp:positionH relativeFrom="column">
                  <wp:posOffset>133350</wp:posOffset>
                </wp:positionH>
                <wp:positionV relativeFrom="margin">
                  <wp:posOffset>3248025</wp:posOffset>
                </wp:positionV>
                <wp:extent cx="2962275" cy="3095625"/>
                <wp:effectExtent l="0" t="0" r="9525" b="9525"/>
                <wp:wrapNone/>
                <wp:docPr id="3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09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AB2999" w14:textId="5347051D" w:rsidR="00B016F1" w:rsidRPr="00A35DC6" w:rsidRDefault="00B016F1" w:rsidP="00B016F1">
                            <w:pPr>
                              <w:shd w:val="clear" w:color="auto" w:fill="FFFFFF"/>
                              <w:spacing w:before="100" w:beforeAutospacing="1" w:after="100" w:afterAutospacing="1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Cross Commercial is a </w:t>
                            </w:r>
                            <w:r w:rsidR="00EE7B5B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woman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-</w:t>
                            </w:r>
                            <w:r w:rsidR="00EE7B5B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owned business serving the roofing and construction industry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With more than 1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5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years of experience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and strategic partnerships 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it is our goal to share our industry knowledge and expertise to build and maintain the systems that 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protect 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your assets.</w:t>
                            </w:r>
                          </w:p>
                          <w:p w14:paraId="7AB71719" w14:textId="75B3BB7D" w:rsidR="00BF7EA0" w:rsidRPr="00A35DC6" w:rsidRDefault="00B016F1" w:rsidP="00A35DC6">
                            <w:pPr>
                              <w:shd w:val="clear" w:color="auto" w:fill="FFFFFF"/>
                              <w:spacing w:before="100" w:beforeAutospacing="1" w:after="100" w:afterAutospacing="1"/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</w:pP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We strive to 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build quality structures and 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>devise the best roofing solution for your requirements and budget. Clients receive the utmost attention to detail in understanding the work scope and expectations of a project from beginning to end. We are committed to quality installation processes and providing safe work environments for our skilled trades</w:t>
                            </w:r>
                            <w:r w:rsidR="00C70379"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35DC6">
                              <w:rPr>
                                <w:rFonts w:ascii="proxima-nova" w:hAnsi="proxima-nov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men and women.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E37FC" id="_x0000_s1030" type="#_x0000_t202" style="position:absolute;margin-left:10.5pt;margin-top:255.75pt;width:233.25pt;height:243.75pt;z-index:251664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" filled="f" fillcolor="#fffffe" stroked="f" strokecolor="#212120" insetpen="t">
                <v:textbox inset="2.88pt,2.88pt,2.88pt,2.88pt">
                  <w:txbxContent>
                    <w:p w14:paraId="72AB2999" w14:textId="5347051D" w:rsidR="00B016F1" w:rsidRPr="00A35DC6" w:rsidRDefault="00B016F1" w:rsidP="00B016F1">
                      <w:pPr>
                        <w:shd w:val="clear" w:color="auto" w:fill="FFFFFF"/>
                        <w:spacing w:before="100" w:beforeAutospacing="1" w:after="100" w:afterAutospacing="1"/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Cross Commercial is a </w:t>
                      </w:r>
                      <w:r w:rsidR="00EE7B5B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woman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-</w:t>
                      </w:r>
                      <w:r w:rsidR="00EE7B5B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owned business serving the roofing and construction industry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. 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With more than 1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5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 years of experience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 and strategic partnerships 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it is our goal to share our industry knowledge and expertise to build and maintain the systems that 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protect 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your assets.</w:t>
                      </w:r>
                    </w:p>
                    <w:p w14:paraId="7AB71719" w14:textId="75B3BB7D" w:rsidR="00BF7EA0" w:rsidRPr="00A35DC6" w:rsidRDefault="00B016F1" w:rsidP="00A35DC6">
                      <w:pPr>
                        <w:shd w:val="clear" w:color="auto" w:fill="FFFFFF"/>
                        <w:spacing w:before="100" w:beforeAutospacing="1" w:after="100" w:afterAutospacing="1"/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</w:pP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We strive to 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build quality structures and 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>devise the best roofing solution for your requirements and budget. Clients receive the utmost attention to detail in understanding the work scope and expectations of a project from beginning to end. We are committed to quality installation processes and providing safe work environments for our skilled trades</w:t>
                      </w:r>
                      <w:r w:rsidR="00C70379"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 </w:t>
                      </w:r>
                      <w:r w:rsidRPr="00A35DC6">
                        <w:rPr>
                          <w:rFonts w:ascii="proxima-nova" w:hAnsi="proxima-nova"/>
                          <w:color w:val="000000"/>
                          <w:kern w:val="0"/>
                          <w:sz w:val="22"/>
                          <w:szCs w:val="22"/>
                        </w:rPr>
                        <w:t xml:space="preserve">men and women.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20B15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2FDE180D" wp14:editId="62F8A330">
                <wp:simplePos x="0" y="0"/>
                <wp:positionH relativeFrom="column">
                  <wp:posOffset>123825</wp:posOffset>
                </wp:positionH>
                <wp:positionV relativeFrom="page">
                  <wp:posOffset>2876550</wp:posOffset>
                </wp:positionV>
                <wp:extent cx="2884805" cy="476250"/>
                <wp:effectExtent l="0" t="0" r="0" b="0"/>
                <wp:wrapTopAndBottom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80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505955B" w14:textId="77777777" w:rsidR="00297D58" w:rsidRDefault="00297D58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676767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EF792F"/>
                                <w:spacing w:val="20"/>
                                <w:w w:val="90"/>
                                <w:sz w:val="18"/>
                                <w:szCs w:val="18"/>
                                <w:lang w:val="en"/>
                              </w:rPr>
                              <w:t xml:space="preserve">Founder &amp;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EF792F"/>
                                <w:spacing w:val="20"/>
                                <w:w w:val="90"/>
                                <w:sz w:val="18"/>
                                <w:szCs w:val="18"/>
                                <w:lang w:val="en"/>
                              </w:rPr>
                              <w:t>Priciple</w:t>
                            </w:r>
                            <w:proofErr w:type="spellEnd"/>
                          </w:p>
                          <w:p w14:paraId="181115C7" w14:textId="57286BA5" w:rsidR="00BF7EA0" w:rsidRPr="00297D58" w:rsidRDefault="00297D58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676767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z w:val="15"/>
                                <w:szCs w:val="15"/>
                                <w:lang w:val="en"/>
                              </w:rPr>
                              <w:t>Jordan Guide, NCIDQ accredited interior designer and builder</w:t>
                            </w:r>
                            <w:r w:rsidR="00EE7B5B">
                              <w:rPr>
                                <w:rFonts w:ascii="Arial" w:hAnsi="Arial" w:cs="Arial"/>
                                <w:color w:val="2E3640"/>
                                <w:sz w:val="15"/>
                                <w:szCs w:val="15"/>
                                <w:lang w:val="e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180D" id="Text Box 17" o:spid="_x0000_s1031" type="#_x0000_t202" style="position:absolute;margin-left:9.75pt;margin-top:226.5pt;width:227.15pt;height:37.5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" filled="f" fillcolor="#fffffe" stroked="f" strokecolor="#212120" insetpen="t">
                <v:textbox inset="2.88pt,2.88pt,2.88pt,2.88pt">
                  <w:txbxContent>
                    <w:p w14:paraId="6505955B" w14:textId="77777777" w:rsidR="00297D58" w:rsidRDefault="00297D58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676767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EF792F"/>
                          <w:spacing w:val="20"/>
                          <w:w w:val="90"/>
                          <w:sz w:val="18"/>
                          <w:szCs w:val="18"/>
                          <w:lang w:val="en"/>
                        </w:rPr>
                        <w:t xml:space="preserve">Founder &amp; </w:t>
                      </w:r>
                      <w:proofErr w:type="spellStart"/>
                      <w:r>
                        <w:rPr>
                          <w:rFonts w:ascii="Arial" w:hAnsi="Arial" w:cs="Arial"/>
                          <w:color w:val="EF792F"/>
                          <w:spacing w:val="20"/>
                          <w:w w:val="90"/>
                          <w:sz w:val="18"/>
                          <w:szCs w:val="18"/>
                          <w:lang w:val="en"/>
                        </w:rPr>
                        <w:t>Priciple</w:t>
                      </w:r>
                      <w:proofErr w:type="spellEnd"/>
                    </w:p>
                    <w:p w14:paraId="181115C7" w14:textId="57286BA5" w:rsidR="00BF7EA0" w:rsidRPr="00297D58" w:rsidRDefault="00297D58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676767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z w:val="15"/>
                          <w:szCs w:val="15"/>
                          <w:lang w:val="en"/>
                        </w:rPr>
                        <w:t>Jordan Guide, NCIDQ accredited interior designer and builder</w:t>
                      </w:r>
                      <w:r w:rsidR="00EE7B5B">
                        <w:rPr>
                          <w:rFonts w:ascii="Arial" w:hAnsi="Arial" w:cs="Arial"/>
                          <w:color w:val="2E3640"/>
                          <w:sz w:val="15"/>
                          <w:szCs w:val="15"/>
                          <w:lang w:val="en"/>
                        </w:rPr>
                        <w:t>.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346F5F"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97664" behindDoc="0" locked="0" layoutInCell="1" allowOverlap="1" wp14:anchorId="5E1E0F26" wp14:editId="5E037F95">
            <wp:simplePos x="0" y="0"/>
            <wp:positionH relativeFrom="margin">
              <wp:posOffset>6371855</wp:posOffset>
            </wp:positionH>
            <wp:positionV relativeFrom="paragraph">
              <wp:posOffset>9525</wp:posOffset>
            </wp:positionV>
            <wp:extent cx="3219820" cy="180975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643" cy="181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F5F">
        <w:rPr>
          <w:noProof/>
        </w:rPr>
        <w:drawing>
          <wp:anchor distT="0" distB="0" distL="114300" distR="114300" simplePos="0" relativeHeight="251698688" behindDoc="1" locked="0" layoutInCell="1" allowOverlap="1" wp14:anchorId="4E3A7783" wp14:editId="4CF45F20">
            <wp:simplePos x="0" y="0"/>
            <wp:positionH relativeFrom="column">
              <wp:posOffset>152400</wp:posOffset>
            </wp:positionH>
            <wp:positionV relativeFrom="paragraph">
              <wp:posOffset>219075</wp:posOffset>
            </wp:positionV>
            <wp:extent cx="2976717" cy="40481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134" cy="406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91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456D758" wp14:editId="00E434C4">
                <wp:simplePos x="0" y="0"/>
                <wp:positionH relativeFrom="column">
                  <wp:posOffset>9525</wp:posOffset>
                </wp:positionH>
                <wp:positionV relativeFrom="page">
                  <wp:posOffset>2395220</wp:posOffset>
                </wp:positionV>
                <wp:extent cx="3252470" cy="2163445"/>
                <wp:effectExtent l="0" t="0" r="5080" b="8255"/>
                <wp:wrapNone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52470" cy="2163445"/>
                        </a:xfrm>
                        <a:custGeom>
                          <a:avLst/>
                          <a:gdLst>
                            <a:gd name="T0" fmla="*/ 0 w 1069"/>
                            <a:gd name="T1" fmla="*/ 0 h 711"/>
                            <a:gd name="T2" fmla="*/ 0 w 1069"/>
                            <a:gd name="T3" fmla="*/ 711 h 711"/>
                            <a:gd name="T4" fmla="*/ 1069 w 1069"/>
                            <a:gd name="T5" fmla="*/ 711 h 711"/>
                            <a:gd name="T6" fmla="*/ 1069 w 1069"/>
                            <a:gd name="T7" fmla="*/ 245 h 711"/>
                            <a:gd name="T8" fmla="*/ 0 w 1069"/>
                            <a:gd name="T9" fmla="*/ 0 h 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9" h="711">
                              <a:moveTo>
                                <a:pt x="0" y="0"/>
                              </a:moveTo>
                              <a:cubicBezTo>
                                <a:pt x="0" y="711"/>
                                <a:pt x="0" y="711"/>
                                <a:pt x="0" y="711"/>
                              </a:cubicBezTo>
                              <a:cubicBezTo>
                                <a:pt x="1069" y="711"/>
                                <a:pt x="1069" y="711"/>
                                <a:pt x="1069" y="711"/>
                              </a:cubicBezTo>
                              <a:cubicBezTo>
                                <a:pt x="1069" y="245"/>
                                <a:pt x="1069" y="245"/>
                                <a:pt x="1069" y="245"/>
                              </a:cubicBezTo>
                              <a:cubicBezTo>
                                <a:pt x="691" y="186"/>
                                <a:pt x="292" y="10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E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C1FFF" id="Freeform 5" o:spid="_x0000_s1026" style="position:absolute;margin-left:.75pt;margin-top:188.6pt;width:256.1pt;height:170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69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" path="m,c,711,,711,,711v1069,,1069,,1069,c1069,245,1069,245,1069,245,691,186,292,104,,xe" fillcolor="#fffffe" stroked="f" strokecolor="#212120">
                <v:shadow color="#8c8682"/>
                <v:path arrowok="t" o:connecttype="custom" o:connectlocs="0,0;0,2163445;3252470,2163445;3252470,745491;0,0" o:connectangles="0,0,0,0,0"/>
                <w10:wrap anchory="page"/>
              </v:shape>
            </w:pict>
          </mc:Fallback>
        </mc:AlternateContent>
      </w:r>
      <w:r w:rsidR="00EB191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15329DFF" wp14:editId="18EE2DD2">
                <wp:simplePos x="0" y="0"/>
                <wp:positionH relativeFrom="column">
                  <wp:posOffset>8305800</wp:posOffset>
                </wp:positionH>
                <wp:positionV relativeFrom="page">
                  <wp:posOffset>3371850</wp:posOffset>
                </wp:positionV>
                <wp:extent cx="1133475" cy="742950"/>
                <wp:effectExtent l="0" t="0" r="9525" b="0"/>
                <wp:wrapNone/>
                <wp:docPr id="2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0C4FC7F" w14:textId="5E86AB9F" w:rsidR="00BF7EA0" w:rsidRDefault="00EB191E" w:rsidP="00BF7EA0">
                            <w:pPr>
                              <w:widowControl w:val="0"/>
                              <w:spacing w:line="240" w:lineRule="exact"/>
                              <w:jc w:val="right"/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  <w:t>Knowledgeable</w:t>
                            </w:r>
                          </w:p>
                          <w:p w14:paraId="70B3BD40" w14:textId="6CBDD6C2" w:rsidR="00EB191E" w:rsidRDefault="00EB191E" w:rsidP="00BF7EA0">
                            <w:pPr>
                              <w:widowControl w:val="0"/>
                              <w:spacing w:line="240" w:lineRule="exact"/>
                              <w:jc w:val="right"/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  <w:t>Trustworthy</w:t>
                            </w:r>
                          </w:p>
                          <w:p w14:paraId="49E4D420" w14:textId="63E17D81" w:rsidR="00346F5F" w:rsidRDefault="00346F5F" w:rsidP="00BF7EA0">
                            <w:pPr>
                              <w:widowControl w:val="0"/>
                              <w:spacing w:line="240" w:lineRule="exact"/>
                              <w:jc w:val="right"/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3640"/>
                                <w:spacing w:val="20"/>
                                <w:w w:val="90"/>
                                <w:sz w:val="16"/>
                                <w:szCs w:val="16"/>
                                <w:lang w:val="en"/>
                              </w:rPr>
                              <w:t>Committed</w:t>
                            </w:r>
                          </w:p>
                          <w:p w14:paraId="67F4C279" w14:textId="77777777" w:rsidR="00EB191E" w:rsidRDefault="00EB191E" w:rsidP="00BF7EA0">
                            <w:pPr>
                              <w:widowControl w:val="0"/>
                              <w:spacing w:line="240" w:lineRule="exact"/>
                              <w:jc w:val="right"/>
                              <w:rPr>
                                <w:rFonts w:ascii="Arial" w:hAnsi="Arial" w:cs="Arial"/>
                                <w:color w:val="2E3640"/>
                                <w:w w:val="90"/>
                                <w:sz w:val="16"/>
                                <w:szCs w:val="16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29DFF" id="Text Box 28" o:spid="_x0000_s1032" type="#_x0000_t202" style="position:absolute;margin-left:654pt;margin-top:265.5pt;width:89.25pt;height:58.5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" filled="f" fillcolor="#fffffe" stroked="f" strokecolor="#212120" insetpen="t">
                <v:textbox inset="2.88pt,2.88pt,2.88pt,2.88pt">
                  <w:txbxContent>
                    <w:p w14:paraId="70C4FC7F" w14:textId="5E86AB9F" w:rsidR="00BF7EA0" w:rsidRDefault="00EB191E" w:rsidP="00BF7EA0">
                      <w:pPr>
                        <w:widowControl w:val="0"/>
                        <w:spacing w:line="240" w:lineRule="exact"/>
                        <w:jc w:val="right"/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  <w:t>Knowledgeable</w:t>
                      </w:r>
                    </w:p>
                    <w:p w14:paraId="70B3BD40" w14:textId="6CBDD6C2" w:rsidR="00EB191E" w:rsidRDefault="00EB191E" w:rsidP="00BF7EA0">
                      <w:pPr>
                        <w:widowControl w:val="0"/>
                        <w:spacing w:line="240" w:lineRule="exact"/>
                        <w:jc w:val="right"/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  <w:t>Trustworthy</w:t>
                      </w:r>
                    </w:p>
                    <w:p w14:paraId="49E4D420" w14:textId="63E17D81" w:rsidR="00346F5F" w:rsidRDefault="00346F5F" w:rsidP="00BF7EA0">
                      <w:pPr>
                        <w:widowControl w:val="0"/>
                        <w:spacing w:line="240" w:lineRule="exact"/>
                        <w:jc w:val="right"/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2E3640"/>
                          <w:spacing w:val="20"/>
                          <w:w w:val="90"/>
                          <w:sz w:val="16"/>
                          <w:szCs w:val="16"/>
                          <w:lang w:val="en"/>
                        </w:rPr>
                        <w:t>Committed</w:t>
                      </w:r>
                    </w:p>
                    <w:p w14:paraId="67F4C279" w14:textId="77777777" w:rsidR="00EB191E" w:rsidRDefault="00EB191E" w:rsidP="00BF7EA0">
                      <w:pPr>
                        <w:widowControl w:val="0"/>
                        <w:spacing w:line="240" w:lineRule="exact"/>
                        <w:jc w:val="right"/>
                        <w:rPr>
                          <w:rFonts w:ascii="Arial" w:hAnsi="Arial" w:cs="Arial"/>
                          <w:color w:val="2E3640"/>
                          <w:w w:val="90"/>
                          <w:sz w:val="16"/>
                          <w:szCs w:val="16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830DC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 wp14:anchorId="5C82E853" wp14:editId="36153E48">
                <wp:simplePos x="0" y="0"/>
                <wp:positionH relativeFrom="column">
                  <wp:posOffset>6353175</wp:posOffset>
                </wp:positionH>
                <wp:positionV relativeFrom="page">
                  <wp:posOffset>2324100</wp:posOffset>
                </wp:positionV>
                <wp:extent cx="2724150" cy="466725"/>
                <wp:effectExtent l="0" t="0" r="0" b="9525"/>
                <wp:wrapNone/>
                <wp:docPr id="3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71D5EE" w14:textId="25D285A0" w:rsidR="00BF7EA0" w:rsidRDefault="00BF7EA0" w:rsidP="00BF7EA0">
                            <w:pPr>
                              <w:widowControl w:val="0"/>
                              <w:spacing w:line="500" w:lineRule="exact"/>
                              <w:rPr>
                                <w:rFonts w:ascii="Arial" w:hAnsi="Arial" w:cs="Arial"/>
                                <w:color w:val="FFFFFE"/>
                                <w:w w:val="90"/>
                                <w:sz w:val="46"/>
                                <w:szCs w:val="46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2E853" id="Text Box 39" o:spid="_x0000_s1033" type="#_x0000_t202" style="position:absolute;margin-left:500.25pt;margin-top:183pt;width:214.5pt;height:36.75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" filled="f" fillcolor="#fffffe" stroked="f" strokecolor="#212120" insetpen="t">
                <v:textbox inset="2.88pt,2.88pt,2.88pt,2.88pt">
                  <w:txbxContent>
                    <w:p w14:paraId="3571D5EE" w14:textId="25D285A0" w:rsidR="00BF7EA0" w:rsidRDefault="00BF7EA0" w:rsidP="00BF7EA0">
                      <w:pPr>
                        <w:widowControl w:val="0"/>
                        <w:spacing w:line="500" w:lineRule="exact"/>
                        <w:rPr>
                          <w:rFonts w:ascii="Arial" w:hAnsi="Arial" w:cs="Arial"/>
                          <w:color w:val="FFFFFE"/>
                          <w:w w:val="90"/>
                          <w:sz w:val="46"/>
                          <w:szCs w:val="46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A092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2FBCABBD" wp14:editId="45E00CB7">
                <wp:simplePos x="0" y="0"/>
                <wp:positionH relativeFrom="column">
                  <wp:posOffset>3895090</wp:posOffset>
                </wp:positionH>
                <wp:positionV relativeFrom="page">
                  <wp:posOffset>6166485</wp:posOffset>
                </wp:positionV>
                <wp:extent cx="544830" cy="198120"/>
                <wp:effectExtent l="0" t="3810" r="0" b="0"/>
                <wp:wrapNone/>
                <wp:docPr id="3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069E62" w14:textId="55B8C6D3" w:rsidR="00BF7EA0" w:rsidRDefault="00BF7EA0" w:rsidP="00BF7EA0">
                            <w:pPr>
                              <w:widowControl w:val="0"/>
                              <w:spacing w:line="160" w:lineRule="exact"/>
                              <w:rPr>
                                <w:rFonts w:ascii="Arial" w:hAnsi="Arial" w:cs="Arial"/>
                                <w:color w:val="EF792F"/>
                                <w:w w:val="90"/>
                                <w:sz w:val="12"/>
                                <w:szCs w:val="12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CABBD" id="Text Box 37" o:spid="_x0000_s1034" type="#_x0000_t202" style="position:absolute;margin-left:306.7pt;margin-top:485.55pt;width:42.9pt;height:15.6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" filled="f" fillcolor="#fffffe" stroked="f" strokecolor="#212120" insetpen="t">
                <v:textbox inset="2.88pt,2.88pt,2.88pt,2.88pt">
                  <w:txbxContent>
                    <w:p w14:paraId="0D069E62" w14:textId="55B8C6D3" w:rsidR="00BF7EA0" w:rsidRDefault="00BF7EA0" w:rsidP="00BF7EA0">
                      <w:pPr>
                        <w:widowControl w:val="0"/>
                        <w:spacing w:line="160" w:lineRule="exact"/>
                        <w:rPr>
                          <w:rFonts w:ascii="Arial" w:hAnsi="Arial" w:cs="Arial"/>
                          <w:color w:val="EF792F"/>
                          <w:w w:val="90"/>
                          <w:sz w:val="12"/>
                          <w:szCs w:val="12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A092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 wp14:anchorId="309F14F5" wp14:editId="20713529">
                <wp:simplePos x="0" y="0"/>
                <wp:positionH relativeFrom="column">
                  <wp:posOffset>8547735</wp:posOffset>
                </wp:positionH>
                <wp:positionV relativeFrom="page">
                  <wp:posOffset>6656705</wp:posOffset>
                </wp:positionV>
                <wp:extent cx="742950" cy="285750"/>
                <wp:effectExtent l="3810" t="0" r="0" b="1270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080A35C" w14:textId="199674C9" w:rsidR="00BF7EA0" w:rsidRDefault="00BF7EA0" w:rsidP="00BF7EA0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color w:val="EF792F"/>
                                <w:w w:val="90"/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F14F5" id="Text Box 27" o:spid="_x0000_s1035" type="#_x0000_t202" style="position:absolute;margin-left:673.05pt;margin-top:524.15pt;width:58.5pt;height:22.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" filled="f" fillcolor="#fffffe" stroked="f" strokecolor="#212120" insetpen="t">
                <v:textbox inset="2.88pt,2.88pt,2.88pt,2.88pt">
                  <w:txbxContent>
                    <w:p w14:paraId="3080A35C" w14:textId="199674C9" w:rsidR="00BF7EA0" w:rsidRDefault="00BF7EA0" w:rsidP="00BF7EA0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color w:val="EF792F"/>
                          <w:w w:val="90"/>
                          <w:sz w:val="18"/>
                          <w:szCs w:val="18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8B5AC0" w:rsidSect="00BF7EA0">
      <w:pgSz w:w="15840" w:h="12240" w:orient="landscape" w:code="1"/>
      <w:pgMar w:top="360" w:right="360" w:bottom="360" w:left="36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1E71" w14:textId="77777777" w:rsidR="00897A47" w:rsidRDefault="00897A47" w:rsidP="00B22795">
      <w:r>
        <w:separator/>
      </w:r>
    </w:p>
  </w:endnote>
  <w:endnote w:type="continuationSeparator" w:id="0">
    <w:p w14:paraId="08088766" w14:textId="77777777" w:rsidR="00897A47" w:rsidRDefault="00897A47" w:rsidP="00B2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-nova">
    <w:altName w:val="Cambria"/>
    <w:panose1 w:val="00000000000000000000"/>
    <w:charset w:val="00"/>
    <w:family w:val="roman"/>
    <w:notTrueType/>
    <w:pitch w:val="default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ltc-bodoni-175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3209" w14:textId="77777777" w:rsidR="00897A47" w:rsidRDefault="00897A47" w:rsidP="00B22795">
      <w:r>
        <w:separator/>
      </w:r>
    </w:p>
  </w:footnote>
  <w:footnote w:type="continuationSeparator" w:id="0">
    <w:p w14:paraId="79A52D49" w14:textId="77777777" w:rsidR="00897A47" w:rsidRDefault="00897A47" w:rsidP="00B22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CC"/>
    <w:rsid w:val="00047C91"/>
    <w:rsid w:val="000571B7"/>
    <w:rsid w:val="000C1E40"/>
    <w:rsid w:val="000D13A0"/>
    <w:rsid w:val="000D247E"/>
    <w:rsid w:val="000F3B5A"/>
    <w:rsid w:val="00131B61"/>
    <w:rsid w:val="00174AA7"/>
    <w:rsid w:val="00194B1B"/>
    <w:rsid w:val="001B326D"/>
    <w:rsid w:val="001B4013"/>
    <w:rsid w:val="00281B0E"/>
    <w:rsid w:val="00297D58"/>
    <w:rsid w:val="002D2F32"/>
    <w:rsid w:val="00346F5F"/>
    <w:rsid w:val="0035722A"/>
    <w:rsid w:val="003B7DE5"/>
    <w:rsid w:val="003C636A"/>
    <w:rsid w:val="004231B2"/>
    <w:rsid w:val="004402F7"/>
    <w:rsid w:val="0046180A"/>
    <w:rsid w:val="00474311"/>
    <w:rsid w:val="00475633"/>
    <w:rsid w:val="004804CC"/>
    <w:rsid w:val="004957F6"/>
    <w:rsid w:val="004B4C78"/>
    <w:rsid w:val="004D7B20"/>
    <w:rsid w:val="004E3A44"/>
    <w:rsid w:val="00520A2F"/>
    <w:rsid w:val="005A092D"/>
    <w:rsid w:val="005B3CB3"/>
    <w:rsid w:val="005E1402"/>
    <w:rsid w:val="005E68E0"/>
    <w:rsid w:val="005F70E4"/>
    <w:rsid w:val="00606D3B"/>
    <w:rsid w:val="00652EED"/>
    <w:rsid w:val="006F6ED9"/>
    <w:rsid w:val="0070558E"/>
    <w:rsid w:val="00746B62"/>
    <w:rsid w:val="007623ED"/>
    <w:rsid w:val="007C2C5E"/>
    <w:rsid w:val="008207B9"/>
    <w:rsid w:val="00830DCC"/>
    <w:rsid w:val="008468BC"/>
    <w:rsid w:val="00883530"/>
    <w:rsid w:val="00897A47"/>
    <w:rsid w:val="008B5AC0"/>
    <w:rsid w:val="008D61D7"/>
    <w:rsid w:val="008F69D1"/>
    <w:rsid w:val="00904EDB"/>
    <w:rsid w:val="009173A5"/>
    <w:rsid w:val="00967AD2"/>
    <w:rsid w:val="00A13B12"/>
    <w:rsid w:val="00A20B15"/>
    <w:rsid w:val="00A30544"/>
    <w:rsid w:val="00A35DC6"/>
    <w:rsid w:val="00A66CD8"/>
    <w:rsid w:val="00A87319"/>
    <w:rsid w:val="00AD7A42"/>
    <w:rsid w:val="00AE080A"/>
    <w:rsid w:val="00B016F1"/>
    <w:rsid w:val="00B024DE"/>
    <w:rsid w:val="00B22795"/>
    <w:rsid w:val="00B50BBD"/>
    <w:rsid w:val="00BE38A5"/>
    <w:rsid w:val="00BF7EA0"/>
    <w:rsid w:val="00C33500"/>
    <w:rsid w:val="00C618DA"/>
    <w:rsid w:val="00C61948"/>
    <w:rsid w:val="00C70379"/>
    <w:rsid w:val="00C92D95"/>
    <w:rsid w:val="00CA0A27"/>
    <w:rsid w:val="00D2272D"/>
    <w:rsid w:val="00D56023"/>
    <w:rsid w:val="00DD1AAA"/>
    <w:rsid w:val="00DE20EB"/>
    <w:rsid w:val="00E361F6"/>
    <w:rsid w:val="00E3696E"/>
    <w:rsid w:val="00E452AB"/>
    <w:rsid w:val="00E65CBA"/>
    <w:rsid w:val="00E705BB"/>
    <w:rsid w:val="00E821E2"/>
    <w:rsid w:val="00E918E6"/>
    <w:rsid w:val="00EB191E"/>
    <w:rsid w:val="00EE7B5B"/>
    <w:rsid w:val="00EF2EA5"/>
    <w:rsid w:val="00F01175"/>
    <w:rsid w:val="00F70F38"/>
    <w:rsid w:val="00F9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33133F"/>
  <w15:chartTrackingRefBased/>
  <w15:docId w15:val="{772D71CF-5224-415C-8B4F-76627EEC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EA0"/>
    <w:rPr>
      <w:color w:val="212120"/>
      <w:kern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46F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46F5F"/>
    <w:pPr>
      <w:spacing w:before="100" w:beforeAutospacing="1" w:after="100" w:afterAutospacing="1"/>
      <w:outlineLvl w:val="2"/>
    </w:pPr>
    <w:rPr>
      <w:b/>
      <w:bCs/>
      <w:color w:val="auto"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AD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C7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C3350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rsid w:val="00B227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2795"/>
    <w:rPr>
      <w:color w:val="212120"/>
      <w:kern w:val="28"/>
    </w:rPr>
  </w:style>
  <w:style w:type="paragraph" w:styleId="Footer">
    <w:name w:val="footer"/>
    <w:basedOn w:val="Normal"/>
    <w:link w:val="FooterChar"/>
    <w:rsid w:val="00B227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2795"/>
    <w:rPr>
      <w:color w:val="212120"/>
      <w:kern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6F5F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46F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346F5F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578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3173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8237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r\AppData\Roaming\Microsoft\Templates\Technology%20business%20brochure%20(tri-fold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brochure (tri-fold)</Template>
  <TotalTime>296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Links>
    <vt:vector size="12" baseType="variant">
      <vt:variant>
        <vt:i4>3407985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Settings\tamic\Desktop\TC999D\TC9990102D-PB\TC9990102-IMG02.jpg</vt:lpwstr>
      </vt:variant>
      <vt:variant>
        <vt:lpwstr/>
      </vt:variant>
      <vt:variant>
        <vt:i4>3276913</vt:i4>
      </vt:variant>
      <vt:variant>
        <vt:i4>-1</vt:i4>
      </vt:variant>
      <vt:variant>
        <vt:i4>1028</vt:i4>
      </vt:variant>
      <vt:variant>
        <vt:i4>1</vt:i4>
      </vt:variant>
      <vt:variant>
        <vt:lpwstr>C:\Documents and Settings\tamic\Desktop\TC999D\TC9990102D-PB\TC9990102-IMG04.jpg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Guide</dc:creator>
  <cp:keywords/>
  <dc:description/>
  <cp:lastModifiedBy>Jordan Guide</cp:lastModifiedBy>
  <cp:revision>13</cp:revision>
  <cp:lastPrinted>2017-11-07T22:40:00Z</cp:lastPrinted>
  <dcterms:created xsi:type="dcterms:W3CDTF">2022-01-04T23:07:00Z</dcterms:created>
  <dcterms:modified xsi:type="dcterms:W3CDTF">2022-03-23T16:24:00Z</dcterms:modified>
</cp:coreProperties>
</file>